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9C8E4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16ACC300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7CC18740" w14:textId="7CD61C5A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  <w:r w:rsidR="00E7501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k neuzavření zakázaných dohod</w:t>
      </w:r>
    </w:p>
    <w:p w14:paraId="276EA18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5A388F70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6E3A722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268FAF53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145D32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EC33EE4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35066B4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7E80D1DE" w14:textId="6044C3F4" w:rsidR="00A035EA" w:rsidRPr="00E8029A" w:rsidRDefault="00A035EA" w:rsidP="0029215E">
      <w:pPr>
        <w:spacing w:before="30" w:after="30" w:line="243" w:lineRule="exact"/>
        <w:ind w:left="30" w:right="30"/>
        <w:jc w:val="both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>veřejnou zakázku s </w:t>
      </w:r>
      <w:r w:rsidR="006D392E" w:rsidRPr="0018073C">
        <w:rPr>
          <w:rFonts w:eastAsia="Times New Roman" w:cs="Times New Roman"/>
          <w:lang w:eastAsia="cs-CZ"/>
        </w:rPr>
        <w:t xml:space="preserve">názvem </w:t>
      </w:r>
      <w:r w:rsidR="0018073C" w:rsidRPr="0018073C">
        <w:rPr>
          <w:rFonts w:ascii="Verdana" w:eastAsia="Verdana" w:hAnsi="Verdana" w:cs="Verdana"/>
          <w:b/>
          <w:color w:val="000000"/>
        </w:rPr>
        <w:t>„Rámcová dohoda na dodávku konzultantských a programátorských prací v systému SAP“</w:t>
      </w:r>
      <w:r w:rsidR="004E1016">
        <w:rPr>
          <w:rFonts w:ascii="Verdana" w:eastAsia="Verdana" w:hAnsi="Verdana" w:cs="Verdana"/>
          <w:b/>
          <w:color w:val="000000"/>
        </w:rPr>
        <w:t xml:space="preserve"> </w:t>
      </w:r>
      <w:r w:rsidRPr="00C50689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2F00209E" w14:textId="77777777" w:rsidR="00A035EA" w:rsidRPr="00A035EA" w:rsidRDefault="00A035EA" w:rsidP="0029215E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2F027B0" w14:textId="77777777" w:rsidR="009F392E" w:rsidRDefault="009F392E" w:rsidP="00AE26B3">
      <w:pPr>
        <w:spacing w:line="240" w:lineRule="auto"/>
      </w:pPr>
    </w:p>
    <w:p w14:paraId="40DCE998" w14:textId="77777777" w:rsidR="00201312" w:rsidRDefault="00201312" w:rsidP="00AE26B3">
      <w:pPr>
        <w:spacing w:line="240" w:lineRule="auto"/>
      </w:pPr>
    </w:p>
    <w:p w14:paraId="422F600E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2E84E01D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14C93" w14:textId="77777777"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14:paraId="08CE5FE6" w14:textId="77777777"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9A51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1300B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5B604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8A097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9918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60225D" w14:textId="77777777" w:rsidR="00F1715C" w:rsidRDefault="00F1715C" w:rsidP="00D831A3">
          <w:pPr>
            <w:pStyle w:val="Zpat"/>
          </w:pPr>
        </w:p>
      </w:tc>
    </w:tr>
  </w:tbl>
  <w:p w14:paraId="2E0EFF1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0A81ECC" wp14:editId="4CB223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AE195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02B964" wp14:editId="288F0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306A9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6AE95FB3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A674874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41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539475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0C733256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3A5EBAF3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36CE79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549BDBC3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7A4A9F94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BD8E582" w14:textId="77777777" w:rsidR="003813B7" w:rsidRDefault="003813B7" w:rsidP="00460660">
          <w:pPr>
            <w:pStyle w:val="Zpat"/>
          </w:pPr>
        </w:p>
      </w:tc>
    </w:tr>
  </w:tbl>
  <w:p w14:paraId="16094E1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8EFA630" wp14:editId="2CC7505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F021E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62B9DA" wp14:editId="6780D7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6E8A6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04955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2EEB7" w14:textId="77777777"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14:paraId="2655EE22" w14:textId="77777777"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9F620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8287D7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988067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6BD3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9E978B" w14:textId="77777777" w:rsidR="00F1715C" w:rsidRPr="00D6163D" w:rsidRDefault="00F1715C" w:rsidP="00D6163D">
          <w:pPr>
            <w:pStyle w:val="Druhdokumentu"/>
          </w:pPr>
        </w:p>
      </w:tc>
    </w:tr>
  </w:tbl>
  <w:p w14:paraId="74634E5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781E92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58063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F432A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48A22A" w14:textId="77777777" w:rsidR="00F1715C" w:rsidRPr="00D6163D" w:rsidRDefault="00F1715C" w:rsidP="00FC6389">
          <w:pPr>
            <w:pStyle w:val="Druhdokumentu"/>
          </w:pPr>
        </w:p>
      </w:tc>
    </w:tr>
    <w:tr w:rsidR="009F392E" w14:paraId="10A221FF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DD9F9A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4B1A8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245F3AE" w14:textId="77777777" w:rsidR="009F392E" w:rsidRPr="00D6163D" w:rsidRDefault="009F392E" w:rsidP="00FC6389">
          <w:pPr>
            <w:pStyle w:val="Druhdokumentu"/>
          </w:pPr>
        </w:p>
      </w:tc>
    </w:tr>
  </w:tbl>
  <w:p w14:paraId="36FEE79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449B71" wp14:editId="4A0BFCD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06546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9461051">
    <w:abstractNumId w:val="2"/>
  </w:num>
  <w:num w:numId="2" w16cid:durableId="667487212">
    <w:abstractNumId w:val="1"/>
  </w:num>
  <w:num w:numId="3" w16cid:durableId="9114243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4058884">
    <w:abstractNumId w:val="7"/>
  </w:num>
  <w:num w:numId="5" w16cid:durableId="812216009">
    <w:abstractNumId w:val="3"/>
  </w:num>
  <w:num w:numId="6" w16cid:durableId="1555433187">
    <w:abstractNumId w:val="4"/>
  </w:num>
  <w:num w:numId="7" w16cid:durableId="528840020">
    <w:abstractNumId w:val="0"/>
  </w:num>
  <w:num w:numId="8" w16cid:durableId="1849634134">
    <w:abstractNumId w:val="5"/>
  </w:num>
  <w:num w:numId="9" w16cid:durableId="15408215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8083111">
    <w:abstractNumId w:val="4"/>
  </w:num>
  <w:num w:numId="11" w16cid:durableId="7608208">
    <w:abstractNumId w:val="1"/>
  </w:num>
  <w:num w:numId="12" w16cid:durableId="1841583341">
    <w:abstractNumId w:val="4"/>
  </w:num>
  <w:num w:numId="13" w16cid:durableId="449974738">
    <w:abstractNumId w:val="4"/>
  </w:num>
  <w:num w:numId="14" w16cid:durableId="133643191">
    <w:abstractNumId w:val="4"/>
  </w:num>
  <w:num w:numId="15" w16cid:durableId="1370111419">
    <w:abstractNumId w:val="4"/>
  </w:num>
  <w:num w:numId="16" w16cid:durableId="432940219">
    <w:abstractNumId w:val="8"/>
  </w:num>
  <w:num w:numId="17" w16cid:durableId="1989550728">
    <w:abstractNumId w:val="2"/>
  </w:num>
  <w:num w:numId="18" w16cid:durableId="1438525143">
    <w:abstractNumId w:val="8"/>
  </w:num>
  <w:num w:numId="19" w16cid:durableId="390539122">
    <w:abstractNumId w:val="8"/>
  </w:num>
  <w:num w:numId="20" w16cid:durableId="1765222404">
    <w:abstractNumId w:val="8"/>
  </w:num>
  <w:num w:numId="21" w16cid:durableId="1047141545">
    <w:abstractNumId w:val="8"/>
  </w:num>
  <w:num w:numId="22" w16cid:durableId="1764373762">
    <w:abstractNumId w:val="4"/>
  </w:num>
  <w:num w:numId="23" w16cid:durableId="2099708907">
    <w:abstractNumId w:val="1"/>
  </w:num>
  <w:num w:numId="24" w16cid:durableId="900021661">
    <w:abstractNumId w:val="4"/>
  </w:num>
  <w:num w:numId="25" w16cid:durableId="2070495284">
    <w:abstractNumId w:val="4"/>
  </w:num>
  <w:num w:numId="26" w16cid:durableId="1341733080">
    <w:abstractNumId w:val="4"/>
  </w:num>
  <w:num w:numId="27" w16cid:durableId="829491522">
    <w:abstractNumId w:val="4"/>
  </w:num>
  <w:num w:numId="28" w16cid:durableId="325203943">
    <w:abstractNumId w:val="8"/>
  </w:num>
  <w:num w:numId="29" w16cid:durableId="890383960">
    <w:abstractNumId w:val="2"/>
  </w:num>
  <w:num w:numId="30" w16cid:durableId="2040356020">
    <w:abstractNumId w:val="8"/>
  </w:num>
  <w:num w:numId="31" w16cid:durableId="1492452633">
    <w:abstractNumId w:val="8"/>
  </w:num>
  <w:num w:numId="32" w16cid:durableId="814103817">
    <w:abstractNumId w:val="8"/>
  </w:num>
  <w:num w:numId="33" w16cid:durableId="2648446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073C"/>
    <w:rsid w:val="00184743"/>
    <w:rsid w:val="00201312"/>
    <w:rsid w:val="00207DF5"/>
    <w:rsid w:val="00251701"/>
    <w:rsid w:val="00280E07"/>
    <w:rsid w:val="0029215E"/>
    <w:rsid w:val="002B76F2"/>
    <w:rsid w:val="002C31BF"/>
    <w:rsid w:val="002D08B1"/>
    <w:rsid w:val="002E0CD7"/>
    <w:rsid w:val="00341DCF"/>
    <w:rsid w:val="00357BC6"/>
    <w:rsid w:val="003804F1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016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7925"/>
    <w:rsid w:val="008D03B9"/>
    <w:rsid w:val="008F18D6"/>
    <w:rsid w:val="008F410A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B7909"/>
    <w:rsid w:val="00CD1FC4"/>
    <w:rsid w:val="00D15D07"/>
    <w:rsid w:val="00D21061"/>
    <w:rsid w:val="00D4108E"/>
    <w:rsid w:val="00D6163D"/>
    <w:rsid w:val="00D73D46"/>
    <w:rsid w:val="00D831A3"/>
    <w:rsid w:val="00DB3C5F"/>
    <w:rsid w:val="00DC75F3"/>
    <w:rsid w:val="00DC78C8"/>
    <w:rsid w:val="00DD46F3"/>
    <w:rsid w:val="00DE56F2"/>
    <w:rsid w:val="00DF116D"/>
    <w:rsid w:val="00E21FD0"/>
    <w:rsid w:val="00E2278C"/>
    <w:rsid w:val="00E36823"/>
    <w:rsid w:val="00E74AA1"/>
    <w:rsid w:val="00E7501A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  <w:rsid w:val="00FF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3A1657E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92D62A-9309-4243-853D-4739D275E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Zadina Ondřej, Mgr.</cp:lastModifiedBy>
  <cp:revision>39</cp:revision>
  <cp:lastPrinted>2020-02-10T12:41:00Z</cp:lastPrinted>
  <dcterms:created xsi:type="dcterms:W3CDTF">2020-02-19T11:53:00Z</dcterms:created>
  <dcterms:modified xsi:type="dcterms:W3CDTF">2025-06-13T10:35:00Z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